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A24A9" w14:textId="77777777" w:rsidR="00861583" w:rsidRPr="00861583" w:rsidRDefault="00861583" w:rsidP="0086158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6158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SARS-CoV-2/human/USA/NC-CDC-LC0463291/2022 ORF1ab polyprotein (ORF1ab), ORF1a polyprotein (ORF1ab), surface glycoprotein (S), ORF3a protein (ORF3a), envelope protein (E), membrane glycoprotein (M), ORF6 p...</w:t>
      </w:r>
    </w:p>
    <w:p w14:paraId="5BBD432E" w14:textId="77777777" w:rsidR="00861583" w:rsidRPr="00861583" w:rsidRDefault="00861583" w:rsidP="0086158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t>GenBank: OM361030.1</w:t>
      </w:r>
    </w:p>
    <w:p w14:paraId="06C7291C" w14:textId="77777777" w:rsidR="00861583" w:rsidRPr="00861583" w:rsidRDefault="00861583" w:rsidP="0086158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"https://www.ncbi.nlm.nih.gov/nuccore/OM361030.1?report=fasta" </w:instrText>
      </w: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6158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"https://www.ncbi.nlm.nih.gov/nuccore/OM361030.1?report=graph" </w:instrText>
      </w: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6158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61030.1"/>
    <w:bookmarkEnd w:id="1"/>
    <w:p w14:paraId="2180D225" w14:textId="77777777" w:rsidR="00861583" w:rsidRPr="00861583" w:rsidRDefault="00861583" w:rsidP="0086158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"https://www.ncbi.nlm.nih.gov/nuccore/OM361030.1" \l "goto2182664134_0" </w:instrText>
      </w: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6158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6158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60A870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LOCUS       OM361030               29293 bp    RNA     linear   VRL 24-JAN-2022</w:t>
      </w:r>
    </w:p>
    <w:p w14:paraId="3CEB944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4A4351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SARS-CoV-2/human/USA/NC-CDC-LC0463291/2022 ORF1ab polyprotein</w:t>
      </w:r>
    </w:p>
    <w:p w14:paraId="1A96AB2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212F9B5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A66C1E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1329935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3D060A9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2BD1B74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ACCESSION   OM361030</w:t>
      </w:r>
    </w:p>
    <w:p w14:paraId="2770BF8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VERSION     OM361030.1</w:t>
      </w:r>
    </w:p>
    <w:p w14:paraId="2B70D31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5E2D6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1FFEC4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21769C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41F44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844FA5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945D95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7B0B03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29293)</w:t>
      </w:r>
    </w:p>
    <w:p w14:paraId="7065B36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8A06CC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D7AF46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0FDE30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66FBBA2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220EA2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3C44D7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3CDC798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Kolli,M., Krueger,B., Kuphal,T., Letovsky,S., Levandoski,M.,</w:t>
      </w:r>
    </w:p>
    <w:p w14:paraId="712F7C8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5C8EEE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4882060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F2E533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F3C78C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DF1F21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5E10BA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588375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5C0F21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29293)</w:t>
      </w:r>
    </w:p>
    <w:p w14:paraId="4614D14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7AE222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E603DC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D2FDE4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070215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08BBD9A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998B2D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2124C5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73072B5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7517DB3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F40AE0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F62456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80D2CA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C75D66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FAF3D4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0CEC36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(19-JAN-2022) Respiratory Viruses Branch, Division of</w:t>
      </w:r>
    </w:p>
    <w:p w14:paraId="372B34D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F97D21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E635AA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61030.1"/>
      <w:bookmarkEnd w:id="2"/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49894A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7C8B8D0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0AF296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AD3393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61030.1"/>
      <w:bookmarkEnd w:id="3"/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447D28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1..29293</w:t>
      </w:r>
    </w:p>
    <w:p w14:paraId="5265023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8133BD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4EB9FF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E64A00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/isolate="SARS-CoV-2/human/USA/NC-CDC-LC0463291/2022"</w:t>
      </w:r>
    </w:p>
    <w:p w14:paraId="355CB39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063844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4D63D0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F0404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40DFFFD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/collection_date="2022-01-05"</w:t>
      </w:r>
    </w:p>
    <w:p w14:paraId="6C66156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"https://www.ncbi.nlm.nih.gov/nuccore/OM361030.1?from=131&amp;to=21408"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2350ACE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06A7B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"https://www.ncbi.nlm.nih.gov/nuccore/OM361030.1?location=131:13321,13321:21408"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3F5DB48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E2B79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CA9156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A8226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63CDCF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"https://www.ncbi.nlm.nih.gov/protein/2182664135"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UJN89150.1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F5492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803D55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1DA1E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9D93FF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78864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0C53D9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9D7DEB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987A95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4780B2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50B8E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FD13DD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93D6FF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4FD25E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EA4F51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95ABD0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12C1B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F9F1D5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36715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1A720D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3A4038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628B5B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2D160E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57ED21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D4E65D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3A6C14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5098B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20007B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635B44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551E0B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127571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D44586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1FF715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FABA4F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6E5795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KKDNSYFTEQPIDLVPNQPYPNASFDNFKFVCDNIKFADDLNQLTGYKKPASRELKVT</w:t>
      </w:r>
    </w:p>
    <w:p w14:paraId="3C6BF87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52881A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E024D3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95817C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39447D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A94DF3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C433DB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AA3199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E1A026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6DB4B7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5EBCFF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296944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5C3DF5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65C854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67279E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0BC06E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860F62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ACF044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2E45C7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DBCAD2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A4C971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74D8EA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567283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17F782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230B79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2003D1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E34E41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LAWLYAAVINGDRXXXXXXXXXXXXXXXXXMKYNYEPLTQDHVDILGPLSAQTGIAVL</w:t>
      </w:r>
    </w:p>
    <w:p w14:paraId="6E1F116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8ECA95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A2841B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56F148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17263B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C684EE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8A8C61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DC3709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DC21DD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B00105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C805D1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37FC94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85A13D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2B817E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B79582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GFCDLKGKYVQIPTTCANDPVGFTLKNTVCTVCGMWKGYGCSCDQLREPMLQSADAQS</w:t>
      </w:r>
    </w:p>
    <w:p w14:paraId="793881B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7D58C3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6711D7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C84C90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D2201F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CB23F7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D389C4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FD1366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820CDC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D834C9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11F36D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588CB0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BE17FF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4F812C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BF6597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4D2913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D195E9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14FAE5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8E0ECE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7ECCF2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2D2F8D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2A0E70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1CC0E1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C44C58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55A584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5F8A6D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F24FE8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945C0B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3FED20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1CBE3B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5EC559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69BBDA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FC83E1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0029A3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EE35A7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31183E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1FD3EF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B6600C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3385A6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3F0531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5B186E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6923AE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TEISFMLWCKDGHVETFYPKLQSSQAWQPGVAMPNLYKMQRMLLEKCDLQNYGDSATL</w:t>
      </w:r>
    </w:p>
    <w:p w14:paraId="72EB16C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FD575C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B13666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24D19F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2EB20A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151934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"https://www.ncbi.nlm.nih.gov/protein/UJN89150.1?from=1&amp;to=180"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518B92A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63A0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26C25B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"https://www.ncbi.nlm.nih.gov/protein/UJN89150.1?from=181&amp;to=818"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29EE850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71A72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926153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"https://www.ncbi.nlm.nih.gov/protein/UJN89150.1?from=819&amp;to=2762"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3509234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BCA3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5A87A6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"https://www.ncbi.nlm.nih.gov/protein/UJN89150.1?from=2763&amp;to=3262"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2B6C17D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DB277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E86A97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"https://www.ncbi.nlm.nih.gov/protein/UJN89150.1?from=3263&amp;to=3568"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F20504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5E03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D68293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"https://www.ncbi.nlm.nih.gov/protein/UJN89150.1?from=3569&amp;to=3855"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200352B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8927F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AD0429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"https://www.ncbi.nlm.nih.gov/protein/UJN89150.1?from=3856&amp;to=3938"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62979CB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639D4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195783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"https://www.ncbi.nlm.nih.gov/protein/UJN89150.1?from=3939&amp;to=4136"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7E32DF6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B250F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D7AFD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"https://www.ncbi.nlm.nih.gov/protein/UJN89150.1?from=4137&amp;to=4249"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1482F00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40198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C215FE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"https://www.ncbi.nlm.nih.gov/protein/UJN89150.1?from=4250&amp;to=4388"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276A3DB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CDC8D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E9E4DD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"https://www.ncbi.nlm.nih.gov/protein/UJN89150.1?from=4389&amp;to=5320"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5A1C653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6355A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3D9D8B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"https://www.ncbi.nlm.nih.gov/protein/UJN89150.1?from=5321&amp;to=5921"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275C81C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ECB00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D2AB1F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"https://www.ncbi.nlm.nih.gov/protein/UJN89150.1?from=5922&amp;to=6448"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19FB643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40976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4FE1DB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"https://www.ncbi.nlm.nih.gov/protein/UJN89150.1?from=6449&amp;to=6794"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13C5FB2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FBCB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13773E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"https://www.ncbi.nlm.nih.gov/protein/UJN89150.1?from=6795&amp;to=7092"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476619F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FF09A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D22005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"https://www.ncbi.nlm.nih.gov/nuccore/OM361030.1?from=131&amp;to=13336"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1C73FE0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E5D05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75E25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C77C89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"https://www.ncbi.nlm.nih.gov/protein/2182664136"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UJN89151.1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57252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C39B41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CBDDB0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A884FC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A69033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9AC6BB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6ACD0B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ED03E7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5F965B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BBF514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59DF50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7CEA88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E24DEE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786ECF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E3CFB3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47F78F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950E78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FCF4F0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F16CA3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581C0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73760E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28C5DA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DF16ED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235F72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B57BD8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00FCC6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92045E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626B69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6387D0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NSHEGKTFYVLPNDDTLRVEAFEYYHTTDPSFLGRYMSALNHTKKWKYPQVNGLTSIK</w:t>
      </w:r>
    </w:p>
    <w:p w14:paraId="30204C4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21B337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892E0E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5CAFB5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71961B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3C6A84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731D2B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D6D1E5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E32502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B3A438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53E98C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D78876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3EF443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D19155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653EA1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C48658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06A9D9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52D802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D9941A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B77E74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1F0595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CA07AF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39ACC3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49A574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01399F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B06314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79E6D5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3D6126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68C884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854B60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4D8FBA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33ACA9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LAWLYAAVINGDRXXXXXXXXXXXXXXXXXMKYNYEPLTQDHVDILGPLSAQTGIAVL</w:t>
      </w:r>
    </w:p>
    <w:p w14:paraId="317A36E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89828A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05D9E5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2901E2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DE0F6D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A6A4C9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B08A5A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5C6DF7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9789BB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2F9DAF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NARDGCVPLNIIPLTTAAKLMVVIPDYNTYKNTCDGTTFTYASALWEIQQVVDADSKI</w:t>
      </w:r>
    </w:p>
    <w:p w14:paraId="66525E1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0F09E2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9F10DE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FAFEDF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B48791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65AB94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1824D8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"https://www.ncbi.nlm.nih.gov/protein/UJN89151.1?from=1&amp;to=180"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3EE610F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26699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BACA73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"https://www.ncbi.nlm.nih.gov/protein/UJN89151.1?from=181&amp;to=818"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19986E2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C7BC3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48B89B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"https://www.ncbi.nlm.nih.gov/protein/UJN89151.1?from=819&amp;to=2762"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482E996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C0DF0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839407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"https://www.ncbi.nlm.nih.gov/protein/UJN89151.1?from=2763&amp;to=3262"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176A500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8BC9C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1C8662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"https://www.ncbi.nlm.nih.gov/protein/UJN89151.1?from=3263&amp;to=3568"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6002D87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7AE0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1BA64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"https://www.ncbi.nlm.nih.gov/protein/UJN89151.1?from=3569&amp;to=3855"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2EC7791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7D4C2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2DE99F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"https://www.ncbi.nlm.nih.gov/protein/UJN89151.1?from=3856&amp;to=3938"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50C50B2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4A4F2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7CC7A6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"https://www.ncbi.nlm.nih.gov/protein/UJN89151.1?from=3939&amp;to=4136"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2A8030A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D69CA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E45934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"https://www.ncbi.nlm.nih.gov/protein/UJN89151.1?from=4137&amp;to=4249"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5E30035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D777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DE413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"https://www.ncbi.nlm.nih.gov/protein/UJN89151.1?from=4250&amp;to=4388"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6979B5F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6F21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5C333F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"https://www.ncbi.nlm.nih.gov/protein/UJN89151.1?from=4389&amp;to=4401"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4CADD7F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42BF8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FBB4D2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"https://www.ncbi.nlm.nih.gov/nuccore/OM361030.1?from=13329&amp;to=13356"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5F8ABAB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9BC2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2423C41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B26685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"https://www.ncbi.nlm.nih.gov/nuccore/OM361030.1?from=13341&amp;to=13395"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5B7EB8F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8A94E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A7F2C1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BCB8E2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"https://www.ncbi.nlm.nih.gov/nuccore/OM361030.1?from=21416&amp;to=25228"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5B1A3F0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8F17C0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"https://www.ncbi.nlm.nih.gov/nuccore/OM361030.1?from=21416&amp;to=25228"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032F51F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968202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A69DE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504DC6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"https://www.ncbi.nlm.nih.gov/protein/2182664137"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UJN89152.1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87E5F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68EBF7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D54776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C745F5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77B433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ECD382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1F0982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609AB1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BF48D0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FD34E4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86F335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4D107A6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C33877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FE000B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F87962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F98998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C45D84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E881E8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706D92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CC4D5E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64DDB2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3DC321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1798F0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F715CC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"https://www.ncbi.nlm.nih.gov/nuccore/OM361030.1?from=25237&amp;to=26064"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2B02337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E7C248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"https://www.ncbi.nlm.nih.gov/nuccore/OM361030.1?from=25237&amp;to=26064"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4B92CA5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968512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FDADC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C0104C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"https://www.ncbi.nlm.nih.gov/protein/2182664138"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UJN89153.1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225EA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796044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12E3EC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62B3A3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365860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8D4BB3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"https://www.ncbi.nlm.nih.gov/nuccore/OM361030.1?from=26089&amp;to=26316"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641F686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F40F9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"https://www.ncbi.nlm.nih.gov/nuccore/OM361030.1?from=26089&amp;to=26316"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65067F6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55255B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AEB89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3EBC59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"https://www.ncbi.nlm.nih.gov/protein/2182664139"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UJN89154.1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089BD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0501B8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C3C179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"https://www.ncbi.nlm.nih.gov/nuccore/OM361030.1?from=26367&amp;to=27035"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38617B7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ECAFB0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"https://www.ncbi.nlm.nih.gov/nuccore/OM361030.1?from=26367&amp;to=27035"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1C0DBB4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D643F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F97AC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8E6D77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"https://www.ncbi.nlm.nih.gov/protein/2182664140"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UJN89155.1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E3CCA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02F5B9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3D994C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D2DB03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CCD59D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CFC414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"https://www.ncbi.nlm.nih.gov/nuccore/OM361030.1?from=27046&amp;to=27231"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446044A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C35FBE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"https://www.ncbi.nlm.nih.gov/nuccore/OM361030.1?from=27046&amp;to=27231"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7E0CB85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9088DA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2F851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212283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"https://www.ncbi.nlm.nih.gov/protein/2182664141"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UJN89156.1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9C88F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93E2E5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1839CB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"https://www.ncbi.nlm.nih.gov/nuccore/OM361030.1?from=27238&amp;to=27603"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611FD04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C87004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"https://www.ncbi.nlm.nih.gov/nuccore/OM361030.1?from=27238&amp;to=27603"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02216EC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7A3350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36805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E5C9C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"https://www.ncbi.nlm.nih.gov/protein/2182664142"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UJN89157.1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7A475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40F6DA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EEDACF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F10E2F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"https://www.ncbi.nlm.nih.gov/nuccore/OM361030.1?from=27600&amp;to=27731"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75DFB46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219E1A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"https://www.ncbi.nlm.nih.gov/nuccore/OM361030.1?from=27600&amp;to=27731"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55F2FA6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7DB58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AA1A5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2C25A9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"https://www.ncbi.nlm.nih.gov/protein/2182664143"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UJN89158.1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19656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A53526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"https://www.ncbi.nlm.nih.gov/nuccore/OM361030.1?from=27738&amp;to=28103"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498DA95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A6399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"https://www.ncbi.nlm.nih.gov/nuccore/OM361030.1?from=27738&amp;to=28103"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35FCE8B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277B20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F5ADA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014BEB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"https://www.ncbi.nlm.nih.gov/protein/2182664144"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UJN89159.1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E4FF1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A1A1CC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6CF8DF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386C82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"https://www.ncbi.nlm.nih.gov/nuccore/OM361030.1?from=28118&amp;to=29293"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28118..&gt;29293</w:t>
      </w:r>
    </w:p>
    <w:p w14:paraId="44B93E3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194606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"https://www.ncbi.nlm.nih.gov/nuccore/OM361030.1?from=28118&amp;to=29293"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28118..&gt;29293</w:t>
      </w:r>
    </w:p>
    <w:p w14:paraId="04423D0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C2B526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057A6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E36CA9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"https://www.ncbi.nlm.nih.gov/protein/2182664145"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UJN89160.1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05F92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B33931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NTASWFTALTQHGKEDLKFPRGQGVPINTNSSPDDQIXXXXXXXXXXXXXXXXXXXXX</w:t>
      </w:r>
    </w:p>
    <w:p w14:paraId="449F08C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XXXXXXXXXXXXXXXXXXXXXXXXXXXXXXXXXXXXXXXXXXXXXPANNAAIVLQLPQ</w:t>
      </w:r>
    </w:p>
    <w:p w14:paraId="2420032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B25884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9E9932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0BE781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610C93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"</w:t>
      </w:r>
    </w:p>
    <w:p w14:paraId="2D032C4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28362..28557</w:t>
      </w:r>
    </w:p>
    <w:p w14:paraId="6DC7551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/estimated_length=196</w:t>
      </w:r>
    </w:p>
    <w:p w14:paraId="131872B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BF630E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61030.1"/>
      <w:bookmarkEnd w:id="4"/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1EBEAD8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141453A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121 gaaaggtaag atggagagcc ttgtccctgg tttcaacgag aaaacacacg tccaactcag</w:t>
      </w:r>
    </w:p>
    <w:p w14:paraId="6AD9592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2F3DE4D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7480E47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0FC8C92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24DA7C3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6CDC450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595067A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7CA5F46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059DA86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0C52258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46756E2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2210838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6E936B7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288EE41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0CD105D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49D91D5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2948249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4FB1A53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6D1B93A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55FB7C3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2BD996E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557F3A5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0CED0ED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7D5E362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225041E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7BFDC6C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51BFF4D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4C21DF8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4A8A54E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37E8079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5B783EB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2F0ACCE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4C64366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3B88D26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0AFBCAD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78A0D69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4D556C2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61239DA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2E63654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3630762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7C31CCE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1D8F654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2641 gagtgtgaat atcacttttg aacttgatga aaggattgat aaagtactta atgagaggtg</w:t>
      </w:r>
    </w:p>
    <w:p w14:paraId="212C61A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3EAA305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220E0F3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106A8A0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623CCD6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51A008F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03848F7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0F80E11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5E47D17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043AF50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64D7F07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4B3162B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40A503F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1596BDE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53001B3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4620CDB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7380E34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329C406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2F5ED9E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64DB294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46CB238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7A1F5F6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209C502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27BAEE1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494D862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3E1F97A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5D09983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542158C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1E58ED7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5499E5A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2F0B730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6548EB6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397C6F3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75C2864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42A6966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0BE4DF3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6654D74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5FD316B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401AF0C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6493BFA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132C872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2E4A4F1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5161 cactgcattg ttaacactcc aacaaataga gttgaagttt aatccacctg ctctacaaga</w:t>
      </w:r>
    </w:p>
    <w:p w14:paraId="73CA0B3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291D043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5938681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63FECCB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4101754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6FFE1AD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025853F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119AFF6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0245F5B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50F0DE7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4392C19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701A7AB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42E3117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1C22625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6E23887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6436DD1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27CC036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58AAAC8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26A8ABE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2FD78AF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7AFC167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33F6345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07438D8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459A5C2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4DCDF64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716E88F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38885C6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624D563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4BF29AA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35231A5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1EB614C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4A4817B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4AC1D5B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093197D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4E9AE75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27A93B4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22543B1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146B6D1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7846059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31516F1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1C1E805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592F81E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7681 ctctcatttt gttaacttag acaacctgag agctaataac actaaaggtt cattgcctat</w:t>
      </w:r>
    </w:p>
    <w:p w14:paraId="0E970FA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54411F6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615DF40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6C66987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36F2E4D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1F42ECF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6588C0A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4A539E1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04E5710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712E507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18D0E7A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2153BB0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243AA85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79594FF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725ED88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3BA5ACA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5DDD550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0F1345D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716ACBE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291C45D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3CB101E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6DA3EEB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4509A17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1D8555D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1F3ABE4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2BA23A8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09AB2DC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0706CBC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2AC497D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5302DBD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2FB7B54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35B2EC5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2C20B2B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7D76229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381B3AC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07AAB87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3B7279D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31B97FE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346BB2D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22B9466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38CF159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7B7C2DD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10201 tcctaagaca cctaagtata agtttgttcg cattcaacca ggacagactt tttcagtgtt</w:t>
      </w:r>
    </w:p>
    <w:p w14:paraId="65F6EE0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4D16CF2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7F16A72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2317205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493F903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268CE1E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agacaggtnn nnnnnnnnnn nnnnnnnnnn nnnnnnnnnn nnnnnnnnnn nnnnnnntat</w:t>
      </w:r>
    </w:p>
    <w:p w14:paraId="05C2424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0875EAA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2EB7AD0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5775033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3F0A090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7F08875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053DDB5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3115843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217EB88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1579FED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04334CB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3F13AA1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70709CA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2B3789C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0CACF3D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6213CF4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2D02E16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628D2E3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5D33B87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2439ADE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53D1B25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2EB28BC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12A8BCD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6E61476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24FCA58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0B6678D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7537B42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75078F1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3E094B7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05A19DB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242BCB1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3F1A52B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6FE44D3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2473E25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0CBE307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775531E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12721 aactggtact atctatacag aactggaacc accttgtagg tttgttacag acacacctaa</w:t>
      </w:r>
    </w:p>
    <w:p w14:paraId="1A69008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4946142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207F351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4B23A96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322711F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1FE9DF8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6A30A52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673D30C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3184E0B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51AD9C9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0C5CBA4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5C62E77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5956D0D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7296B7A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1B112D1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7CFB522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508C502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31EADC6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1A1724A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04E5F97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059FA85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590ACDB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0E833F8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5C28C12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2288092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57D5132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244BEEF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101C78D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2F549F8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5C78EC9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2618271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07A0112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22BE7AF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0080AE0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63A1EB6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55D0E7F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4A5F1B2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3DA2C5F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2891AA8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7747413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039F100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083716B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15241 caccgtttct atagattagc taatgagtgt gctcaagtat tgagtgaaat ggtcatgtgt</w:t>
      </w:r>
    </w:p>
    <w:p w14:paraId="447038F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2046093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39DC404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519A873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3042DF6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1081BE7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5C740C8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6B12881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40FABDE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6E543CE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30B2538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443B063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276AFB5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4E3A419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2BF3A5D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3D2DC40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1FC53C3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6CA412B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6D6F300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5D91664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2E0EDDB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0B5C500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6F761BB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211318A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74A55CD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06E86BD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1D7E042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0671247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3D9148E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09A6343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482EC0B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44A4A51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7B5E576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6D4C8B9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2C9348D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295F249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420CB58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7C9D376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3664A86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4E9CE2F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73BBE10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09B434A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17761 gtaaacagat ttaatgttgc tattaccaga gcaaaagtag gcatactttg cataatgtct</w:t>
      </w:r>
    </w:p>
    <w:p w14:paraId="6154377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76E1B44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4BCE5AB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467B049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786C9E4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79FFE55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690D868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46EEE01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5518375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1D0FBBA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7F9FC91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2FF2711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02EA45D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70854C6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44D1C1D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3E0680E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1A8C7E1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1ACE974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028DF42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1ADC5DF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130D0EB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76F97DD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5C5E276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231B7DF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70BBCF0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70034EF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49F9FFF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16DDD8F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57DA1A1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6528607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590A7DB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0285BB5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5F6F99C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576AECC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3C09EFA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643B81F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59F6496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586A0E3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77B0371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3E3F12E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14C5DB5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057CC99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20281 cctatggaca gtacagttaa aaactatttc ataacagatg cgcaaacagg ttcatctaag</w:t>
      </w:r>
    </w:p>
    <w:p w14:paraId="1F4E5AA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1BF9A13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52AAE3A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00EC05E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79AB94B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4675C90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2FAD5FD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2943911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2021866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412E0AF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1E676EA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010C32F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4C0B053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5DD3FBA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28691CF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6389028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1A32C3D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2890F8C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5CA5086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cactagtttc tagtcagtgt gttaatctta caaccagaac</w:t>
      </w:r>
    </w:p>
    <w:p w14:paraId="423FC83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23F077F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5B3708F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6960859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36F2984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13C79C4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6BC31F2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378E8FA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7328EE8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04537F1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1240863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506A413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175525F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389E2AA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26D826A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4D4FE5E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0D32C35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caaatttgca tctgtttatg cttggaacag gaagagaatc agcaactgtg ttgctgatta</w:t>
      </w:r>
    </w:p>
    <w:p w14:paraId="6F7C382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0B82B9F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3125CA9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11D9FF1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731BCEF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0CE01A7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22801 gagagatatt tcaactgaaa tctatcaggc cggtaacaaa ccttgtaatg gtgttgcagg</w:t>
      </w:r>
    </w:p>
    <w:p w14:paraId="0C63682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5C9F406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6475F3D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1C18BC8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7C0541B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70B6C59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2EC665F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atcaggatgt taactgcaca gaagtccctg ttgctattca</w:t>
      </w:r>
    </w:p>
    <w:p w14:paraId="0C421B7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5F250F5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2BCAEF7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2350DD0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703B3B1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2B57B9E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5F82A76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325D233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3A1DA89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1ED8682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6F20000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39ADC2F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5A1C6C9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0F7EE34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11E1EF6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23A9859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397645B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095DA49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687F512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77581B8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0A25014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48ADF42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547C585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4155786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06F8610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01B02FE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5F2B68C5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1F5F26F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20666A3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1406427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4F315BD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339D74A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3A90852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55501CC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7D6BE2D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25321 gttcgcgcta ctgcaacgat accgatacaa gcctcactcc ctttcggatg gcttattgtt</w:t>
      </w:r>
    </w:p>
    <w:p w14:paraId="2EE9497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46B31B8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60344C6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5164125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072158C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255849E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4716DFF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539A7BB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688900C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6AEFE8A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10BDFD8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63B4055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0C3F0BD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69B61A6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0A1F154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6580A31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12FE19E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393382C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082C4B4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264FE35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61D15B9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37B2B72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5E28EEB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635BC2D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524FA24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54125424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5E32BFB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5BF0E89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44184D1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7352297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320DD0B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570BBF96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78C1BA8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3B1EA3F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218608F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2E1390D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3FA8C4D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4894A7E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09F91D9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34EFC0F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6CCB225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47F1568C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27841 acccgtgtcc tattcacttc tattctaaat ggtatattag agtaggagct agaaaatcag</w:t>
      </w:r>
    </w:p>
    <w:p w14:paraId="109204E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4CD3467F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6044468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3652CBC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2160CBF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197CA1F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5D5D2F4E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5AECA93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                    </w:t>
      </w:r>
    </w:p>
    <w:p w14:paraId="44256433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196 bp]    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"https://www.ncbi.nlm.nih.gov/nuccore/OM361030.1?expand-gaps=on" </w:instrTex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6158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981C69A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28558                                                               tcc</w:t>
      </w:r>
    </w:p>
    <w:p w14:paraId="32ACE62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2E052DD9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17BC979B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3910CA8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5435B5B7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2B891B2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45E4643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65E47348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082775F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6CE4376D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caaagatcca aatttcaaag atcaagtcat</w:t>
      </w:r>
    </w:p>
    <w:p w14:paraId="0A2F3621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503C4842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33ACF5A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</w:t>
      </w:r>
    </w:p>
    <w:p w14:paraId="0D57D950" w14:textId="77777777" w:rsidR="00861583" w:rsidRPr="00861583" w:rsidRDefault="00861583" w:rsidP="008615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6158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D7AB37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8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6158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2D818A"/>
  <w15:chartTrackingRefBased/>
  <w15:docId w15:val="{CDFBEB83-F03D-3141-8F10-62557520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5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85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0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10858</Words>
  <Characters>61893</Characters>
  <Application>Microsoft Office Word</Application>
  <DocSecurity>0</DocSecurity>
  <Lines>515</Lines>
  <Paragraphs>145</Paragraphs>
  <ScaleCrop>false</ScaleCrop>
  <Company/>
  <LinksUpToDate>false</LinksUpToDate>
  <CharactersWithSpaces>72606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2023-02-06T07:47:00Z</dcterms:created>
  <dcterms:modified xsi:type="dcterms:W3CDTF">2023-02-06T07:47:00Z</dcterms:modified>
</cp:coreProperties>
</file>